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CB0" w:rsidRDefault="005A7CB0">
      <w:r>
        <w:rPr>
          <w:noProof/>
        </w:rPr>
        <w:pict>
          <v:shapetype id="_x0000_t202" coordsize="21600,21600" o:spt="202" path="m,l,21600r21600,l21600,xe">
            <v:stroke joinstyle="miter"/>
            <v:path gradientshapeok="t" o:connecttype="rect"/>
          </v:shapetype>
          <v:shape id="_x0000_s1026" type="#_x0000_t202" style="position:absolute;margin-left:-36pt;margin-top:-18pt;width:8in;height:36pt;z-index:251658752" wrapcoords="0 0 21600 0 21600 21600 0 21600 0 0" filled="f" stroked="f">
            <v:fill o:detectmouseclick="t"/>
            <v:textbox inset=",7.2pt,,7.2pt">
              <w:txbxContent>
                <w:p w:rsidR="005A7CB0" w:rsidRPr="002516BE" w:rsidRDefault="005A7CB0">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2.G.1</w:t>
                  </w:r>
                </w:p>
              </w:txbxContent>
            </v:textbox>
            <w10:wrap type="tight"/>
          </v:shape>
        </w:pict>
      </w:r>
      <w:r>
        <w:rPr>
          <w:noProof/>
        </w:rPr>
        <w:pict>
          <v:group id="_x0000_s1027" style="position:absolute;margin-left:0;margin-top:36pt;width:7in;height:569.25pt;z-index:251657728" coordorigin="1557,1116" coordsize="10080,11385" wrapcoords="1189 4696 1157 21572 20186 21572 20186 4696 1189 4696">
            <v:group id="_x0000_s1028" style="position:absolute;left:2142;top:3609;width:8820;height:1800" coordorigin="1341,1984" coordsize="10620,1800">
              <v:rect id="_x0000_s1029" style="position:absolute;left:1341;top:1984;width:4140;height:1800"/>
              <v:rect id="_x0000_s1030" style="position:absolute;left:5481;top:1984;width:2160;height:1800"/>
              <v:rect id="_x0000_s1031" style="position:absolute;left:7641;top:1984;width:2160;height:1800"/>
              <v:rect id="_x0000_s1032" style="position:absolute;left:9801;top:1984;width:2160;height:1800"/>
            </v:group>
            <v:group id="_x0000_s1033" style="position:absolute;left:2142;top:5409;width:8820;height:1800" coordorigin="1341,1984" coordsize="10620,1800">
              <v:rect id="_x0000_s1034" style="position:absolute;left:1341;top:1984;width:4140;height:1800"/>
              <v:rect id="_x0000_s1035" style="position:absolute;left:5481;top:1984;width:2160;height:1800"/>
              <v:rect id="_x0000_s1036" style="position:absolute;left:7641;top:1984;width:2160;height:1800"/>
              <v:rect id="_x0000_s1037" style="position:absolute;left:9801;top:1984;width:2160;height:1800"/>
            </v:group>
            <v:group id="_x0000_s1038" style="position:absolute;left:2142;top:7209;width:8820;height:1800" coordorigin="1341,1984" coordsize="10620,1800">
              <v:rect id="_x0000_s1039" style="position:absolute;left:1341;top:1984;width:4140;height:1800"/>
              <v:rect id="_x0000_s1040" style="position:absolute;left:5481;top:1984;width:2160;height:1800"/>
              <v:rect id="_x0000_s1041" style="position:absolute;left:7641;top:1984;width:2160;height:1800"/>
              <v:rect id="_x0000_s1042" style="position:absolute;left:9801;top:1984;width:2160;height:1800"/>
            </v:group>
            <v:group id="_x0000_s1043" style="position:absolute;left:2142;top:9009;width:8820;height:1800" coordorigin="1341,1984" coordsize="10620,1800">
              <v:rect id="_x0000_s1044" style="position:absolute;left:1341;top:1984;width:4140;height:1800"/>
              <v:rect id="_x0000_s1045" style="position:absolute;left:5481;top:1984;width:2160;height:1800"/>
              <v:rect id="_x0000_s1046" style="position:absolute;left:7641;top:1984;width:2160;height:1800"/>
              <v:rect id="_x0000_s1047" style="position:absolute;left:9801;top:1984;width:2160;height:1800"/>
            </v:group>
            <v:shape id="_x0000_s1048" type="#_x0000_t202" style="position:absolute;left:2142;top:2889;width:3420;height:540;mso-wrap-edited:f" filled="f" stroked="f">
              <v:textbox style="mso-next-textbox:#_x0000_s1048">
                <w:txbxContent>
                  <w:p w:rsidR="005A7CB0" w:rsidRPr="00CC68B7" w:rsidRDefault="005A7CB0" w:rsidP="002516BE">
                    <w:pPr>
                      <w:jc w:val="center"/>
                      <w:rPr>
                        <w:rFonts w:ascii="Comic Sans MS" w:hAnsi="Comic Sans MS"/>
                        <w:sz w:val="28"/>
                      </w:rPr>
                    </w:pPr>
                    <w:r w:rsidRPr="00CC68B7">
                      <w:rPr>
                        <w:rFonts w:ascii="Comic Sans MS" w:hAnsi="Comic Sans MS"/>
                        <w:sz w:val="28"/>
                      </w:rPr>
                      <w:t>Name of Shape</w:t>
                    </w:r>
                  </w:p>
                </w:txbxContent>
              </v:textbox>
            </v:shape>
            <v:shape id="_x0000_s1049" type="#_x0000_t202" style="position:absolute;left:5562;top:2889;width:1800;height:540;mso-wrap-edited:f" filled="f" stroked="f">
              <v:textbox style="mso-next-textbox:#_x0000_s1049">
                <w:txbxContent>
                  <w:p w:rsidR="005A7CB0" w:rsidRPr="00CC68B7" w:rsidRDefault="005A7CB0" w:rsidP="002516BE">
                    <w:pPr>
                      <w:jc w:val="center"/>
                      <w:rPr>
                        <w:rFonts w:ascii="Comic Sans MS" w:hAnsi="Comic Sans MS"/>
                        <w:sz w:val="28"/>
                      </w:rPr>
                    </w:pPr>
                    <w:r w:rsidRPr="00CC68B7">
                      <w:rPr>
                        <w:rFonts w:ascii="Comic Sans MS" w:hAnsi="Comic Sans MS"/>
                        <w:sz w:val="28"/>
                      </w:rPr>
                      <w:t>Picture</w:t>
                    </w:r>
                  </w:p>
                </w:txbxContent>
              </v:textbox>
            </v:shape>
            <v:shape id="_x0000_s1050" type="#_x0000_t202" style="position:absolute;left:7362;top:2749;width:1800;height:860;mso-wrap-edited:f" filled="f" stroked="f">
              <v:textbox style="mso-next-textbox:#_x0000_s1050">
                <w:txbxContent>
                  <w:p w:rsidR="005A7CB0" w:rsidRPr="00734482" w:rsidRDefault="005A7CB0" w:rsidP="002516BE">
                    <w:pPr>
                      <w:jc w:val="center"/>
                      <w:rPr>
                        <w:rFonts w:ascii="Comic Sans MS" w:hAnsi="Comic Sans MS"/>
                        <w:sz w:val="28"/>
                      </w:rPr>
                    </w:pPr>
                    <w:r w:rsidRPr="00734482">
                      <w:rPr>
                        <w:rFonts w:ascii="Comic Sans MS" w:hAnsi="Comic Sans MS"/>
                        <w:sz w:val="28"/>
                      </w:rPr>
                      <w:t>Number of</w:t>
                    </w:r>
                  </w:p>
                  <w:p w:rsidR="005A7CB0" w:rsidRPr="00734482" w:rsidRDefault="005A7CB0" w:rsidP="002516BE">
                    <w:pPr>
                      <w:jc w:val="center"/>
                      <w:rPr>
                        <w:rFonts w:ascii="Comic Sans MS" w:hAnsi="Comic Sans MS"/>
                        <w:sz w:val="28"/>
                      </w:rPr>
                    </w:pPr>
                    <w:r w:rsidRPr="00734482">
                      <w:rPr>
                        <w:rFonts w:ascii="Comic Sans MS" w:hAnsi="Comic Sans MS"/>
                        <w:sz w:val="28"/>
                      </w:rPr>
                      <w:t>Sides</w:t>
                    </w:r>
                  </w:p>
                </w:txbxContent>
              </v:textbox>
            </v:shape>
            <v:shape id="_x0000_s1051" type="#_x0000_t202" style="position:absolute;left:9162;top:2749;width:1800;height:860;mso-wrap-edited:f" filled="f" stroked="f">
              <v:textbox style="mso-next-textbox:#_x0000_s1051">
                <w:txbxContent>
                  <w:p w:rsidR="005A7CB0" w:rsidRPr="00734482" w:rsidRDefault="005A7CB0" w:rsidP="002516BE">
                    <w:pPr>
                      <w:jc w:val="center"/>
                      <w:rPr>
                        <w:rFonts w:ascii="Comic Sans MS" w:hAnsi="Comic Sans MS"/>
                        <w:sz w:val="28"/>
                      </w:rPr>
                    </w:pPr>
                    <w:r w:rsidRPr="00734482">
                      <w:rPr>
                        <w:rFonts w:ascii="Comic Sans MS" w:hAnsi="Comic Sans MS"/>
                        <w:sz w:val="28"/>
                      </w:rPr>
                      <w:t>Number of</w:t>
                    </w:r>
                  </w:p>
                  <w:p w:rsidR="005A7CB0" w:rsidRPr="00734482" w:rsidRDefault="005A7CB0" w:rsidP="002516BE">
                    <w:pPr>
                      <w:jc w:val="center"/>
                      <w:rPr>
                        <w:rFonts w:ascii="Comic Sans MS" w:hAnsi="Comic Sans MS"/>
                        <w:sz w:val="28"/>
                      </w:rPr>
                    </w:pPr>
                    <w:r w:rsidRPr="00734482">
                      <w:rPr>
                        <w:rFonts w:ascii="Comic Sans MS" w:hAnsi="Comic Sans MS"/>
                        <w:sz w:val="28"/>
                      </w:rPr>
                      <w:t>Corners</w:t>
                    </w:r>
                  </w:p>
                </w:txbxContent>
              </v:textbox>
            </v:shape>
            <v:shape id="_x0000_s1052" type="#_x0000_t202" style="position:absolute;left:2142;top:4149;width:3420;height:540;mso-wrap-edited:f" filled="f" stroked="f">
              <v:textbox style="mso-next-textbox:#_x0000_s1052">
                <w:txbxContent>
                  <w:p w:rsidR="005A7CB0" w:rsidRPr="009A4931" w:rsidRDefault="005A7CB0" w:rsidP="002516BE">
                    <w:pPr>
                      <w:jc w:val="center"/>
                      <w:rPr>
                        <w:rFonts w:ascii="Comic Sans MS" w:hAnsi="Comic Sans MS"/>
                        <w:sz w:val="28"/>
                      </w:rPr>
                    </w:pPr>
                    <w:r w:rsidRPr="009A4931">
                      <w:rPr>
                        <w:rFonts w:ascii="Comic Sans MS" w:hAnsi="Comic Sans MS"/>
                        <w:sz w:val="28"/>
                      </w:rPr>
                      <w:t>Hexagon</w:t>
                    </w:r>
                  </w:p>
                </w:txbxContent>
              </v:textbox>
            </v:shape>
            <v:shape id="_x0000_s1053" type="#_x0000_t202" style="position:absolute;left:7362;top:5809;width:1800;height:860;mso-wrap-edited:f" filled="f" stroked="f">
              <v:textbox style="mso-next-textbox:#_x0000_s1053">
                <w:txbxContent>
                  <w:p w:rsidR="005A7CB0" w:rsidRPr="00CC68B7" w:rsidRDefault="005A7CB0" w:rsidP="002516BE">
                    <w:pPr>
                      <w:jc w:val="center"/>
                      <w:rPr>
                        <w:rFonts w:ascii="Comic Sans MS" w:hAnsi="Comic Sans MS"/>
                        <w:sz w:val="52"/>
                      </w:rPr>
                    </w:pPr>
                    <w:r w:rsidRPr="00CC68B7">
                      <w:rPr>
                        <w:rFonts w:ascii="Comic Sans MS" w:hAnsi="Comic Sans MS"/>
                        <w:sz w:val="52"/>
                      </w:rPr>
                      <w:t>3</w:t>
                    </w:r>
                  </w:p>
                </w:txbxContent>
              </v:textbox>
            </v:shape>
            <v:rect id="_x0000_s1054" style="position:absolute;left:5922;top:7569;width:1080;height:1080;mso-wrap-edited:f"/>
            <v:shape id="_x0000_s1055" type="#_x0000_t202" style="position:absolute;left:2142;top:7749;width:3420;height:540;mso-wrap-edited:f" filled="f" stroked="f">
              <v:textbox style="mso-next-textbox:#_x0000_s1055">
                <w:txbxContent>
                  <w:p w:rsidR="005A7CB0" w:rsidRPr="00000812" w:rsidRDefault="005A7CB0" w:rsidP="002516BE">
                    <w:pPr>
                      <w:jc w:val="center"/>
                      <w:rPr>
                        <w:sz w:val="28"/>
                      </w:rPr>
                    </w:pPr>
                  </w:p>
                </w:txbxContent>
              </v:textbox>
            </v:shape>
            <v:shape id="_x0000_s1056" type="#_x0000_t202" style="position:absolute;left:9162;top:7729;width:1800;height:860;mso-wrap-edited:f" filled="f" stroked="f">
              <v:textbox style="mso-next-textbox:#_x0000_s1056">
                <w:txbxContent>
                  <w:p w:rsidR="005A7CB0" w:rsidRPr="00CC68B7" w:rsidRDefault="005A7CB0" w:rsidP="002516BE">
                    <w:pPr>
                      <w:jc w:val="center"/>
                      <w:rPr>
                        <w:rFonts w:ascii="Comic Sans MS" w:hAnsi="Comic Sans MS"/>
                        <w:sz w:val="52"/>
                      </w:rPr>
                    </w:pPr>
                    <w:r w:rsidRPr="00CC68B7">
                      <w:rPr>
                        <w:rFonts w:ascii="Comic Sans MS" w:hAnsi="Comic Sans MS"/>
                        <w:sz w:val="52"/>
                      </w:rPr>
                      <w:t>4</w:t>
                    </w:r>
                  </w:p>
                </w:txbxContent>
              </v:textbox>
            </v:shape>
            <v:oval id="_x0000_s1057" style="position:absolute;left:5922;top:9309;width:1080;height:1080;mso-wrap-edited:f"/>
            <v:rect id="_x0000_s1058" style="position:absolute;left:2142;top:10701;width:3438;height:1800;mso-wrap-edited:f"/>
            <v:rect id="_x0000_s1059" style="position:absolute;left:5580;top:10701;width:1794;height:1800;mso-wrap-edited:f"/>
            <v:rect id="_x0000_s1060" style="position:absolute;left:7374;top:10701;width:1794;height:1800;mso-wrap-edited:f"/>
            <v:rect id="_x0000_s1061" style="position:absolute;left:9168;top:10701;width:1794;height:1800;mso-wrap-edited:f"/>
            <v:shape id="_x0000_s1062" type="#_x0000_t202" style="position:absolute;left:2142;top:11429;width:3420;height:540;mso-wrap-edited:f" filled="f" stroked="f">
              <v:textbox style="mso-next-textbox:#_x0000_s1062">
                <w:txbxContent>
                  <w:p w:rsidR="005A7CB0" w:rsidRPr="009A4931" w:rsidRDefault="005A7CB0" w:rsidP="002516BE">
                    <w:pPr>
                      <w:jc w:val="center"/>
                      <w:rPr>
                        <w:rFonts w:ascii="Comic Sans MS" w:hAnsi="Comic Sans MS"/>
                        <w:sz w:val="28"/>
                      </w:rPr>
                    </w:pPr>
                    <w:r w:rsidRPr="009A4931">
                      <w:rPr>
                        <w:rFonts w:ascii="Comic Sans MS" w:hAnsi="Comic Sans MS"/>
                        <w:sz w:val="28"/>
                      </w:rPr>
                      <w:t>Rhombus</w:t>
                    </w:r>
                  </w:p>
                </w:txbxContent>
              </v:textbox>
            </v:shape>
            <v:shape id="_x0000_s1063" type="#_x0000_t202" style="position:absolute;left:1557;top:1116;width:10080;height:1620;mso-wrap-edited:f" filled="f" stroked="f">
              <v:textbox style="mso-next-textbox:#_x0000_s1063">
                <w:txbxContent>
                  <w:p w:rsidR="005A7CB0" w:rsidRPr="00AB4214" w:rsidRDefault="005A7CB0" w:rsidP="002516BE">
                    <w:pPr>
                      <w:rPr>
                        <w:rFonts w:ascii="Comic Sans MS" w:hAnsi="Comic Sans MS"/>
                        <w:sz w:val="28"/>
                      </w:rPr>
                    </w:pPr>
                    <w:r>
                      <w:rPr>
                        <w:rFonts w:ascii="Comic Sans MS" w:hAnsi="Comic Sans MS"/>
                        <w:sz w:val="28"/>
                      </w:rPr>
                      <w:t>Look at the chart. Fill in the missing boxes.</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txbxContent>
              </v:textbox>
            </v:shape>
            <w10:wrap type="tight"/>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alt="Macintosh HD:Users:jsangiovanni:Desktop:Mathematics:hcpsslogos:logo dark gray 1in.png" style="position:absolute;margin-left:6in;margin-top:630pt;width:72.65pt;height:44pt;z-index:251656704;visibility:visible">
            <v:imagedata r:id="rId6" o:title=""/>
          </v:shape>
        </w:pict>
      </w: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296"/>
      </w:tblGrid>
      <w:tr w:rsidR="005A7CB0" w:rsidRPr="001E660B" w:rsidTr="001E660B">
        <w:tc>
          <w:tcPr>
            <w:tcW w:w="10296" w:type="dxa"/>
          </w:tcPr>
          <w:p w:rsidR="005A7CB0" w:rsidRPr="001E660B" w:rsidRDefault="005A7CB0">
            <w:r w:rsidRPr="001E660B">
              <w:t>Teacher notes:</w:t>
            </w:r>
          </w:p>
          <w:p w:rsidR="005A7CB0" w:rsidRPr="001E660B" w:rsidRDefault="005A7CB0">
            <w:pPr>
              <w:rPr>
                <w:sz w:val="22"/>
              </w:rPr>
            </w:pPr>
            <w:r w:rsidRPr="001E660B">
              <w:rPr>
                <w:rFonts w:cs="Arial"/>
                <w:sz w:val="22"/>
                <w:szCs w:val="26"/>
              </w:rPr>
              <w:t>Recognize and draw shapes having specified attributes, such as a given number of angles or a given number of equal faces. Identify triangles, quadrilaterals, pentagons, hexagons, and cubes.</w:t>
            </w:r>
          </w:p>
          <w:p w:rsidR="005A7CB0" w:rsidRPr="001E660B" w:rsidRDefault="005A7CB0">
            <w:pPr>
              <w:rPr>
                <w:sz w:val="22"/>
              </w:rPr>
            </w:pPr>
          </w:p>
          <w:p w:rsidR="005A7CB0" w:rsidRPr="001E660B" w:rsidRDefault="005A7CB0">
            <w:pPr>
              <w:rPr>
                <w:rFonts w:cs="Arial"/>
                <w:sz w:val="22"/>
                <w:szCs w:val="26"/>
              </w:rPr>
            </w:pPr>
            <w:r w:rsidRPr="001E660B">
              <w:rPr>
                <w:rFonts w:cs="Arial"/>
                <w:sz w:val="22"/>
                <w:szCs w:val="26"/>
              </w:rPr>
              <w:t xml:space="preserve">Spatial sense is an important component of geometry. Spatial sense is an intuition about shapes and the relationships among shapes. Rich experiences with shape and spatial relationships help develop students' spatial sense. As students look at how shapes are alike and different, they begin to see the properties of shapes. Students need to see shapes in different sizes and orientations. Students need to sort shapes based on their similar characteristics. Students need to experiment with composing and decomposing shapes so they can see how to form larger shapes from smaller shapes.   Avoid having students memorize the properties of the shapes. </w:t>
            </w:r>
          </w:p>
          <w:p w:rsidR="005A7CB0" w:rsidRPr="001E660B" w:rsidRDefault="005A7CB0">
            <w:pPr>
              <w:rPr>
                <w:sz w:val="22"/>
              </w:rPr>
            </w:pPr>
          </w:p>
          <w:p w:rsidR="005A7CB0" w:rsidRPr="001E660B" w:rsidRDefault="005A7CB0">
            <w:pPr>
              <w:rPr>
                <w:sz w:val="22"/>
              </w:rPr>
            </w:pPr>
            <w:r w:rsidRPr="001E660B">
              <w:rPr>
                <w:sz w:val="22"/>
              </w:rPr>
              <w:t>Students who demonstrate full accomplishment for this task can draw and label each shape, and they can identify the number of sides and corners for each shape.</w:t>
            </w:r>
          </w:p>
          <w:p w:rsidR="005A7CB0" w:rsidRPr="001E660B" w:rsidRDefault="005A7CB0">
            <w:pPr>
              <w:rPr>
                <w:sz w:val="22"/>
              </w:rPr>
            </w:pPr>
          </w:p>
          <w:p w:rsidR="005A7CB0" w:rsidRPr="001E660B" w:rsidRDefault="005A7CB0">
            <w:pPr>
              <w:rPr>
                <w:sz w:val="22"/>
              </w:rPr>
            </w:pPr>
            <w:r w:rsidRPr="001E660B">
              <w:rPr>
                <w:sz w:val="22"/>
              </w:rPr>
              <w:t>Students who demonstrate proficient accomplishment correctly identify 11 - 13 of the 14 attributes.</w:t>
            </w:r>
          </w:p>
          <w:p w:rsidR="005A7CB0" w:rsidRPr="001E660B" w:rsidRDefault="005A7CB0">
            <w:pPr>
              <w:rPr>
                <w:sz w:val="22"/>
              </w:rPr>
            </w:pPr>
          </w:p>
          <w:p w:rsidR="005A7CB0" w:rsidRPr="001E660B" w:rsidRDefault="005A7CB0" w:rsidP="00295C31">
            <w:pPr>
              <w:rPr>
                <w:sz w:val="20"/>
              </w:rPr>
            </w:pPr>
            <w:r w:rsidRPr="001E660B">
              <w:rPr>
                <w:sz w:val="22"/>
              </w:rPr>
              <w:t>Students who demonstrate partial accomplishment correctly identify 9 – 10 of the 14 attributes.</w:t>
            </w:r>
          </w:p>
        </w:tc>
      </w:tr>
      <w:tr w:rsidR="005A7CB0" w:rsidRPr="001E660B" w:rsidTr="001E660B">
        <w:tc>
          <w:tcPr>
            <w:tcW w:w="10296" w:type="dxa"/>
          </w:tcPr>
          <w:p w:rsidR="005A7CB0" w:rsidRPr="001E660B" w:rsidRDefault="005A7CB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16"/>
              <w:gridCol w:w="17"/>
              <w:gridCol w:w="2499"/>
              <w:gridCol w:w="2516"/>
              <w:gridCol w:w="17"/>
              <w:gridCol w:w="2500"/>
            </w:tblGrid>
            <w:tr w:rsidR="005A7CB0" w:rsidRPr="001E660B" w:rsidTr="001E660B">
              <w:tc>
                <w:tcPr>
                  <w:tcW w:w="5032" w:type="dxa"/>
                  <w:gridSpan w:val="3"/>
                  <w:tcBorders>
                    <w:top w:val="single" w:sz="4" w:space="0" w:color="000000"/>
                    <w:left w:val="single" w:sz="4" w:space="0" w:color="000000"/>
                    <w:bottom w:val="single" w:sz="4" w:space="0" w:color="000000"/>
                    <w:right w:val="single" w:sz="4" w:space="0" w:color="000000"/>
                  </w:tcBorders>
                  <w:shd w:val="clear" w:color="auto" w:fill="E5B8B7"/>
                </w:tcPr>
                <w:p w:rsidR="005A7CB0" w:rsidRPr="001E660B" w:rsidRDefault="005A7CB0" w:rsidP="008975F7">
                  <w:pPr>
                    <w:rPr>
                      <w:rFonts w:ascii="Arial Narrow" w:hAnsi="Arial Narrow"/>
                      <w:b/>
                      <w:sz w:val="28"/>
                    </w:rPr>
                  </w:pPr>
                  <w:r w:rsidRPr="001E660B">
                    <w:rPr>
                      <w:rFonts w:ascii="Arial Narrow" w:hAnsi="Arial Narrow"/>
                      <w:b/>
                      <w:sz w:val="28"/>
                    </w:rPr>
                    <w:t xml:space="preserve">Not yet:  </w:t>
                  </w:r>
                  <w:r w:rsidRPr="001E660B">
                    <w:rPr>
                      <w:rFonts w:ascii="Arial Narrow" w:hAnsi="Arial Narrow"/>
                      <w:sz w:val="28"/>
                    </w:rPr>
                    <w:t>Student shows evidence of misunderstanding, incorrect concept or procedure</w:t>
                  </w:r>
                </w:p>
                <w:p w:rsidR="005A7CB0" w:rsidRPr="001E660B" w:rsidRDefault="005A7CB0"/>
              </w:tc>
              <w:tc>
                <w:tcPr>
                  <w:tcW w:w="5033" w:type="dxa"/>
                  <w:gridSpan w:val="3"/>
                  <w:tcBorders>
                    <w:top w:val="single" w:sz="4" w:space="0" w:color="000000"/>
                    <w:left w:val="single" w:sz="4" w:space="0" w:color="000000"/>
                    <w:bottom w:val="single" w:sz="4" w:space="0" w:color="000000"/>
                    <w:right w:val="single" w:sz="4" w:space="0" w:color="000000"/>
                  </w:tcBorders>
                  <w:shd w:val="clear" w:color="auto" w:fill="CCFFCC"/>
                </w:tcPr>
                <w:p w:rsidR="005A7CB0" w:rsidRPr="001E660B" w:rsidRDefault="005A7CB0" w:rsidP="008975F7">
                  <w:pPr>
                    <w:rPr>
                      <w:rFonts w:ascii="Arial Narrow" w:hAnsi="Arial Narrow"/>
                      <w:b/>
                      <w:sz w:val="28"/>
                    </w:rPr>
                  </w:pPr>
                  <w:r w:rsidRPr="001E660B">
                    <w:rPr>
                      <w:rFonts w:ascii="Arial Narrow" w:hAnsi="Arial Narrow"/>
                      <w:b/>
                      <w:sz w:val="28"/>
                    </w:rPr>
                    <w:t xml:space="preserve">Got It:  </w:t>
                  </w:r>
                  <w:r w:rsidRPr="001E660B">
                    <w:rPr>
                      <w:rFonts w:ascii="Arial Narrow" w:hAnsi="Arial Narrow"/>
                      <w:sz w:val="28"/>
                    </w:rPr>
                    <w:t>Student essentially understands the target concept.</w:t>
                  </w:r>
                </w:p>
                <w:p w:rsidR="005A7CB0" w:rsidRPr="001E660B" w:rsidRDefault="005A7CB0"/>
              </w:tc>
            </w:tr>
            <w:tr w:rsidR="005A7CB0" w:rsidRPr="001E660B" w:rsidTr="001E660B">
              <w:tc>
                <w:tcPr>
                  <w:tcW w:w="2533" w:type="dxa"/>
                  <w:gridSpan w:val="2"/>
                  <w:tcBorders>
                    <w:top w:val="single" w:sz="4" w:space="0" w:color="000000"/>
                    <w:left w:val="single" w:sz="4" w:space="0" w:color="000000"/>
                    <w:bottom w:val="single" w:sz="4" w:space="0" w:color="000000"/>
                    <w:right w:val="single" w:sz="4" w:space="0" w:color="auto"/>
                  </w:tcBorders>
                  <w:shd w:val="clear" w:color="auto" w:fill="E5B8B7"/>
                </w:tcPr>
                <w:p w:rsidR="005A7CB0" w:rsidRPr="001E660B" w:rsidRDefault="005A7CB0" w:rsidP="001E660B">
                  <w:pPr>
                    <w:jc w:val="center"/>
                    <w:rPr>
                      <w:b/>
                      <w:sz w:val="32"/>
                    </w:rPr>
                  </w:pPr>
                  <w:r w:rsidRPr="001E660B">
                    <w:rPr>
                      <w:b/>
                      <w:sz w:val="32"/>
                    </w:rPr>
                    <w:t>NEEDS IMPROVEMENT</w:t>
                  </w:r>
                </w:p>
                <w:p w:rsidR="005A7CB0" w:rsidRPr="001E660B" w:rsidRDefault="005A7CB0" w:rsidP="001E660B">
                  <w:pPr>
                    <w:jc w:val="center"/>
                    <w:rPr>
                      <w:b/>
                      <w:sz w:val="32"/>
                    </w:rPr>
                  </w:pPr>
                  <w:r w:rsidRPr="001E660B">
                    <w:rPr>
                      <w:b/>
                      <w:sz w:val="32"/>
                    </w:rPr>
                    <w:t>(N)</w:t>
                  </w:r>
                </w:p>
                <w:p w:rsidR="005A7CB0" w:rsidRPr="001E660B" w:rsidRDefault="005A7CB0" w:rsidP="008975F7">
                  <w:pPr>
                    <w:rPr>
                      <w:rFonts w:ascii="Arial Narrow" w:hAnsi="Arial Narrow"/>
                      <w:b/>
                      <w:sz w:val="28"/>
                    </w:rPr>
                  </w:pPr>
                </w:p>
              </w:tc>
              <w:tc>
                <w:tcPr>
                  <w:tcW w:w="5032" w:type="dxa"/>
                  <w:gridSpan w:val="3"/>
                  <w:tcBorders>
                    <w:top w:val="single" w:sz="4" w:space="0" w:color="000000"/>
                    <w:left w:val="single" w:sz="4" w:space="0" w:color="auto"/>
                    <w:bottom w:val="single" w:sz="4" w:space="0" w:color="000000"/>
                    <w:right w:val="single" w:sz="4" w:space="0" w:color="auto"/>
                  </w:tcBorders>
                </w:tcPr>
                <w:p w:rsidR="005A7CB0" w:rsidRPr="001E660B" w:rsidRDefault="005A7CB0" w:rsidP="001E660B">
                  <w:pPr>
                    <w:jc w:val="center"/>
                    <w:rPr>
                      <w:b/>
                      <w:sz w:val="32"/>
                    </w:rPr>
                  </w:pPr>
                  <w:r w:rsidRPr="001E660B">
                    <w:rPr>
                      <w:b/>
                      <w:sz w:val="32"/>
                    </w:rPr>
                    <w:t>WITH ASSISTANCE</w:t>
                  </w:r>
                </w:p>
                <w:p w:rsidR="005A7CB0" w:rsidRPr="001E660B" w:rsidRDefault="005A7CB0" w:rsidP="001E660B">
                  <w:pPr>
                    <w:jc w:val="center"/>
                    <w:rPr>
                      <w:b/>
                      <w:sz w:val="32"/>
                    </w:rPr>
                  </w:pPr>
                  <w:r w:rsidRPr="001E660B">
                    <w:rPr>
                      <w:b/>
                      <w:sz w:val="32"/>
                    </w:rPr>
                    <w:t>(W)</w:t>
                  </w:r>
                </w:p>
                <w:p w:rsidR="005A7CB0" w:rsidRPr="001E660B" w:rsidRDefault="005A7CB0" w:rsidP="008975F7">
                  <w:pPr>
                    <w:rPr>
                      <w:rFonts w:ascii="Arial Narrow" w:hAnsi="Arial Narrow"/>
                      <w:b/>
                      <w:sz w:val="28"/>
                    </w:rPr>
                  </w:pPr>
                </w:p>
              </w:tc>
              <w:tc>
                <w:tcPr>
                  <w:tcW w:w="2500" w:type="dxa"/>
                  <w:tcBorders>
                    <w:top w:val="single" w:sz="4" w:space="0" w:color="000000"/>
                    <w:left w:val="single" w:sz="4" w:space="0" w:color="auto"/>
                    <w:bottom w:val="single" w:sz="4" w:space="0" w:color="000000"/>
                    <w:right w:val="single" w:sz="4" w:space="0" w:color="000000"/>
                  </w:tcBorders>
                  <w:shd w:val="clear" w:color="auto" w:fill="CCFFCC"/>
                </w:tcPr>
                <w:p w:rsidR="005A7CB0" w:rsidRPr="001E660B" w:rsidRDefault="005A7CB0" w:rsidP="001E660B">
                  <w:pPr>
                    <w:jc w:val="center"/>
                    <w:rPr>
                      <w:b/>
                      <w:sz w:val="32"/>
                    </w:rPr>
                  </w:pPr>
                  <w:r w:rsidRPr="001E660B">
                    <w:rPr>
                      <w:b/>
                      <w:sz w:val="32"/>
                    </w:rPr>
                    <w:t>INDEPENDENT</w:t>
                  </w:r>
                </w:p>
                <w:p w:rsidR="005A7CB0" w:rsidRPr="001E660B" w:rsidRDefault="005A7CB0" w:rsidP="001E660B">
                  <w:pPr>
                    <w:jc w:val="center"/>
                    <w:rPr>
                      <w:b/>
                      <w:sz w:val="32"/>
                    </w:rPr>
                  </w:pPr>
                  <w:r w:rsidRPr="001E660B">
                    <w:rPr>
                      <w:b/>
                      <w:sz w:val="32"/>
                    </w:rPr>
                    <w:t>(I)</w:t>
                  </w:r>
                </w:p>
                <w:p w:rsidR="005A7CB0" w:rsidRPr="001E660B" w:rsidRDefault="005A7CB0" w:rsidP="008975F7">
                  <w:pPr>
                    <w:rPr>
                      <w:rFonts w:ascii="Arial Narrow" w:hAnsi="Arial Narrow"/>
                      <w:b/>
                      <w:sz w:val="28"/>
                    </w:rPr>
                  </w:pPr>
                </w:p>
              </w:tc>
            </w:tr>
            <w:tr w:rsidR="005A7CB0" w:rsidRPr="001E660B" w:rsidTr="001E660B">
              <w:tc>
                <w:tcPr>
                  <w:tcW w:w="2516" w:type="dxa"/>
                  <w:tcBorders>
                    <w:top w:val="single" w:sz="4" w:space="0" w:color="000000"/>
                    <w:left w:val="single" w:sz="4" w:space="0" w:color="000000"/>
                    <w:bottom w:val="single" w:sz="4" w:space="0" w:color="000000"/>
                    <w:right w:val="single" w:sz="4" w:space="0" w:color="auto"/>
                  </w:tcBorders>
                  <w:shd w:val="clear" w:color="auto" w:fill="E5B8B7"/>
                </w:tcPr>
                <w:p w:rsidR="005A7CB0" w:rsidRPr="001E660B" w:rsidRDefault="005A7CB0" w:rsidP="008975F7">
                  <w:pPr>
                    <w:rPr>
                      <w:rFonts w:ascii="Arial Narrow" w:hAnsi="Arial Narrow"/>
                      <w:b/>
                      <w:sz w:val="28"/>
                    </w:rPr>
                  </w:pPr>
                  <w:r w:rsidRPr="001E660B">
                    <w:rPr>
                      <w:rFonts w:ascii="Arial Narrow" w:hAnsi="Arial Narrow"/>
                      <w:b/>
                      <w:sz w:val="28"/>
                    </w:rPr>
                    <w:t xml:space="preserve">0  Unsatisfactory: </w:t>
                  </w:r>
                </w:p>
                <w:p w:rsidR="005A7CB0" w:rsidRPr="001E660B" w:rsidRDefault="005A7CB0" w:rsidP="008975F7">
                  <w:pPr>
                    <w:rPr>
                      <w:rFonts w:ascii="Arial Narrow" w:hAnsi="Arial Narrow"/>
                      <w:b/>
                      <w:sz w:val="28"/>
                    </w:rPr>
                  </w:pPr>
                  <w:r w:rsidRPr="001E660B">
                    <w:rPr>
                      <w:rFonts w:ascii="Arial Narrow" w:hAnsi="Arial Narrow"/>
                      <w:b/>
                      <w:sz w:val="28"/>
                    </w:rPr>
                    <w:t>Little Accomplishment</w:t>
                  </w:r>
                </w:p>
                <w:p w:rsidR="005A7CB0" w:rsidRPr="001E660B" w:rsidRDefault="005A7CB0" w:rsidP="008975F7">
                  <w:pPr>
                    <w:rPr>
                      <w:rFonts w:ascii="Arial Narrow" w:hAnsi="Arial Narrow"/>
                      <w:b/>
                      <w:sz w:val="28"/>
                    </w:rPr>
                  </w:pPr>
                </w:p>
                <w:p w:rsidR="005A7CB0" w:rsidRPr="001E660B" w:rsidRDefault="005A7CB0" w:rsidP="008975F7">
                  <w:pPr>
                    <w:rPr>
                      <w:rFonts w:ascii="Arial Narrow" w:hAnsi="Arial Narrow"/>
                      <w:sz w:val="28"/>
                    </w:rPr>
                  </w:pPr>
                  <w:r w:rsidRPr="001E660B">
                    <w:rPr>
                      <w:rFonts w:ascii="Arial Narrow" w:hAnsi="Arial Narrow"/>
                      <w:sz w:val="28"/>
                    </w:rPr>
                    <w:t>The task is attempted and some mathematical effort is made. There may be fragments of accomplishment but little or no success.  Further teaching is required.</w:t>
                  </w:r>
                </w:p>
                <w:p w:rsidR="005A7CB0" w:rsidRPr="001E660B" w:rsidRDefault="005A7CB0"/>
              </w:tc>
              <w:tc>
                <w:tcPr>
                  <w:tcW w:w="2516" w:type="dxa"/>
                  <w:gridSpan w:val="2"/>
                  <w:tcBorders>
                    <w:top w:val="single" w:sz="4" w:space="0" w:color="000000"/>
                    <w:left w:val="single" w:sz="4" w:space="0" w:color="auto"/>
                    <w:bottom w:val="single" w:sz="4" w:space="0" w:color="000000"/>
                    <w:right w:val="single" w:sz="4" w:space="0" w:color="000000"/>
                  </w:tcBorders>
                </w:tcPr>
                <w:p w:rsidR="005A7CB0" w:rsidRPr="001E660B" w:rsidRDefault="005A7CB0" w:rsidP="008975F7">
                  <w:pPr>
                    <w:rPr>
                      <w:rFonts w:ascii="Arial Narrow" w:hAnsi="Arial Narrow"/>
                      <w:b/>
                      <w:sz w:val="28"/>
                    </w:rPr>
                  </w:pPr>
                  <w:r w:rsidRPr="001E660B">
                    <w:rPr>
                      <w:rFonts w:ascii="Arial Narrow" w:hAnsi="Arial Narrow"/>
                      <w:b/>
                      <w:sz w:val="28"/>
                    </w:rPr>
                    <w:t xml:space="preserve">1 Marginal: </w:t>
                  </w:r>
                </w:p>
                <w:p w:rsidR="005A7CB0" w:rsidRPr="001E660B" w:rsidRDefault="005A7CB0" w:rsidP="008975F7">
                  <w:pPr>
                    <w:rPr>
                      <w:rFonts w:ascii="Arial Narrow" w:hAnsi="Arial Narrow"/>
                      <w:b/>
                      <w:sz w:val="28"/>
                    </w:rPr>
                  </w:pPr>
                  <w:r w:rsidRPr="001E660B">
                    <w:rPr>
                      <w:rFonts w:ascii="Arial Narrow" w:hAnsi="Arial Narrow"/>
                      <w:b/>
                      <w:sz w:val="28"/>
                    </w:rPr>
                    <w:t>Partial Accomplishment</w:t>
                  </w:r>
                </w:p>
                <w:p w:rsidR="005A7CB0" w:rsidRPr="001E660B" w:rsidRDefault="005A7CB0" w:rsidP="008975F7">
                  <w:pPr>
                    <w:rPr>
                      <w:rFonts w:ascii="Arial Narrow" w:hAnsi="Arial Narrow"/>
                      <w:b/>
                      <w:sz w:val="28"/>
                    </w:rPr>
                  </w:pPr>
                </w:p>
                <w:p w:rsidR="005A7CB0" w:rsidRPr="001E660B" w:rsidRDefault="005A7CB0" w:rsidP="008975F7">
                  <w:pPr>
                    <w:rPr>
                      <w:rFonts w:ascii="Arial Narrow" w:hAnsi="Arial Narrow"/>
                      <w:sz w:val="28"/>
                    </w:rPr>
                  </w:pPr>
                  <w:r w:rsidRPr="001E660B">
                    <w:rPr>
                      <w:rFonts w:ascii="Arial Narrow" w:hAnsi="Arial Narrow"/>
                      <w:sz w:val="28"/>
                    </w:rPr>
                    <w:t>Part of the task is accomplished, but there is lack of evidence of understanding or evidence of not understanding. Further teaching is required.</w:t>
                  </w:r>
                </w:p>
                <w:p w:rsidR="005A7CB0" w:rsidRPr="001E660B" w:rsidRDefault="005A7CB0" w:rsidP="008975F7">
                  <w:pPr>
                    <w:rPr>
                      <w:rFonts w:ascii="Arial Narrow" w:hAnsi="Arial Narrow"/>
                      <w:sz w:val="28"/>
                    </w:rPr>
                  </w:pPr>
                </w:p>
                <w:p w:rsidR="005A7CB0" w:rsidRPr="001E660B" w:rsidRDefault="005A7CB0"/>
              </w:tc>
              <w:tc>
                <w:tcPr>
                  <w:tcW w:w="2516" w:type="dxa"/>
                  <w:tcBorders>
                    <w:top w:val="single" w:sz="4" w:space="0" w:color="000000"/>
                    <w:left w:val="single" w:sz="4" w:space="0" w:color="000000"/>
                    <w:bottom w:val="single" w:sz="4" w:space="0" w:color="000000"/>
                    <w:right w:val="single" w:sz="4" w:space="0" w:color="auto"/>
                  </w:tcBorders>
                </w:tcPr>
                <w:p w:rsidR="005A7CB0" w:rsidRPr="001E660B" w:rsidRDefault="005A7CB0" w:rsidP="008975F7">
                  <w:pPr>
                    <w:rPr>
                      <w:rFonts w:ascii="Arial Narrow" w:hAnsi="Arial Narrow"/>
                      <w:b/>
                      <w:sz w:val="28"/>
                    </w:rPr>
                  </w:pPr>
                  <w:r w:rsidRPr="001E660B">
                    <w:rPr>
                      <w:rFonts w:ascii="Arial Narrow" w:hAnsi="Arial Narrow"/>
                      <w:b/>
                      <w:sz w:val="28"/>
                    </w:rPr>
                    <w:t xml:space="preserve">2 Proficient: </w:t>
                  </w:r>
                </w:p>
                <w:p w:rsidR="005A7CB0" w:rsidRPr="001E660B" w:rsidRDefault="005A7CB0" w:rsidP="008975F7">
                  <w:pPr>
                    <w:rPr>
                      <w:rFonts w:ascii="Arial Narrow" w:hAnsi="Arial Narrow"/>
                      <w:b/>
                      <w:sz w:val="28"/>
                    </w:rPr>
                  </w:pPr>
                  <w:r w:rsidRPr="001E660B">
                    <w:rPr>
                      <w:rFonts w:ascii="Arial Narrow" w:hAnsi="Arial Narrow"/>
                      <w:b/>
                      <w:sz w:val="28"/>
                    </w:rPr>
                    <w:t>Substantial Accomplishment</w:t>
                  </w:r>
                </w:p>
                <w:p w:rsidR="005A7CB0" w:rsidRPr="001E660B" w:rsidRDefault="005A7CB0" w:rsidP="008975F7">
                  <w:pPr>
                    <w:rPr>
                      <w:rFonts w:ascii="Arial Narrow" w:hAnsi="Arial Narrow"/>
                      <w:b/>
                      <w:sz w:val="28"/>
                    </w:rPr>
                  </w:pPr>
                </w:p>
                <w:p w:rsidR="005A7CB0" w:rsidRPr="001E660B" w:rsidRDefault="005A7CB0" w:rsidP="008975F7">
                  <w:pPr>
                    <w:rPr>
                      <w:rFonts w:ascii="Arial Narrow" w:hAnsi="Arial Narrow"/>
                      <w:sz w:val="28"/>
                    </w:rPr>
                  </w:pPr>
                  <w:r w:rsidRPr="001E660B">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5A7CB0" w:rsidRPr="001E660B" w:rsidRDefault="005A7CB0"/>
              </w:tc>
              <w:tc>
                <w:tcPr>
                  <w:tcW w:w="2517" w:type="dxa"/>
                  <w:gridSpan w:val="2"/>
                  <w:tcBorders>
                    <w:top w:val="single" w:sz="4" w:space="0" w:color="000000"/>
                    <w:left w:val="single" w:sz="4" w:space="0" w:color="auto"/>
                    <w:bottom w:val="single" w:sz="4" w:space="0" w:color="000000"/>
                    <w:right w:val="single" w:sz="4" w:space="0" w:color="000000"/>
                  </w:tcBorders>
                  <w:shd w:val="clear" w:color="auto" w:fill="CCFFCC"/>
                </w:tcPr>
                <w:p w:rsidR="005A7CB0" w:rsidRPr="001E660B" w:rsidRDefault="005A7CB0" w:rsidP="00256D7F">
                  <w:pPr>
                    <w:rPr>
                      <w:rFonts w:ascii="Arial Narrow" w:hAnsi="Arial Narrow"/>
                      <w:b/>
                      <w:sz w:val="28"/>
                    </w:rPr>
                  </w:pPr>
                  <w:r w:rsidRPr="001E660B">
                    <w:rPr>
                      <w:rFonts w:ascii="Arial Narrow" w:hAnsi="Arial Narrow"/>
                      <w:b/>
                      <w:sz w:val="28"/>
                    </w:rPr>
                    <w:t xml:space="preserve">3 Excellent: </w:t>
                  </w:r>
                </w:p>
                <w:p w:rsidR="005A7CB0" w:rsidRPr="001E660B" w:rsidRDefault="005A7CB0" w:rsidP="00256D7F">
                  <w:pPr>
                    <w:rPr>
                      <w:rFonts w:ascii="Arial Narrow" w:hAnsi="Arial Narrow"/>
                      <w:b/>
                      <w:sz w:val="28"/>
                    </w:rPr>
                  </w:pPr>
                  <w:r w:rsidRPr="001E660B">
                    <w:rPr>
                      <w:rFonts w:ascii="Arial Narrow" w:hAnsi="Arial Narrow"/>
                      <w:b/>
                      <w:sz w:val="28"/>
                    </w:rPr>
                    <w:t>Full Accomplishment</w:t>
                  </w:r>
                </w:p>
                <w:p w:rsidR="005A7CB0" w:rsidRPr="001E660B" w:rsidRDefault="005A7CB0" w:rsidP="00256D7F">
                  <w:pPr>
                    <w:rPr>
                      <w:rFonts w:ascii="Arial Narrow" w:hAnsi="Arial Narrow"/>
                      <w:b/>
                      <w:sz w:val="28"/>
                    </w:rPr>
                  </w:pPr>
                </w:p>
                <w:p w:rsidR="005A7CB0" w:rsidRPr="001E660B" w:rsidRDefault="005A7CB0" w:rsidP="00256D7F">
                  <w:pPr>
                    <w:rPr>
                      <w:rFonts w:ascii="Arial Narrow" w:hAnsi="Arial Narrow"/>
                      <w:sz w:val="28"/>
                    </w:rPr>
                  </w:pPr>
                  <w:r w:rsidRPr="001E660B">
                    <w:rPr>
                      <w:rFonts w:ascii="Arial Narrow" w:hAnsi="Arial Narrow"/>
                      <w:sz w:val="28"/>
                    </w:rPr>
                    <w:t>Strategy and execution meet the content, process, and qualitative demands of the task or concept. Student can communicate ideas. May have minor errors that do not impact the mathematics.</w:t>
                  </w:r>
                </w:p>
                <w:p w:rsidR="005A7CB0" w:rsidRPr="001E660B" w:rsidRDefault="005A7CB0"/>
              </w:tc>
            </w:tr>
          </w:tbl>
          <w:p w:rsidR="005A7CB0" w:rsidRPr="001E660B" w:rsidRDefault="005A7CB0">
            <w:pPr>
              <w:rPr>
                <w:rFonts w:ascii="Arial Narrow" w:hAnsi="Arial Narrow"/>
                <w:sz w:val="18"/>
              </w:rPr>
            </w:pPr>
            <w:r w:rsidRPr="001E660B">
              <w:rPr>
                <w:rFonts w:ascii="Arial Narrow" w:hAnsi="Arial Narrow"/>
                <w:sz w:val="18"/>
              </w:rPr>
              <w:t>Adapted from Van de Walle, J. (2004) Elementary and Middle School Mathematics: Teaching Developmentally. Boston: Pearson Education, 65</w:t>
            </w:r>
          </w:p>
          <w:p w:rsidR="005A7CB0" w:rsidRPr="001E660B" w:rsidRDefault="005A7CB0"/>
        </w:tc>
      </w:tr>
    </w:tbl>
    <w:p w:rsidR="005A7CB0" w:rsidRDefault="005A7CB0"/>
    <w:sectPr w:rsidR="005A7CB0"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CB0" w:rsidRDefault="005A7CB0" w:rsidP="004C6D70">
      <w:r>
        <w:separator/>
      </w:r>
    </w:p>
  </w:endnote>
  <w:endnote w:type="continuationSeparator" w:id="0">
    <w:p w:rsidR="005A7CB0" w:rsidRDefault="005A7CB0" w:rsidP="004C6D7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B0" w:rsidRDefault="005A7C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B0" w:rsidRPr="0056156A" w:rsidRDefault="005A7CB0">
    <w:pPr>
      <w:pStyle w:val="Footer"/>
      <w:rPr>
        <w:rFonts w:ascii="Arial" w:hAnsi="Arial"/>
        <w:sz w:val="16"/>
      </w:rPr>
    </w:pPr>
    <w:r w:rsidRPr="0056156A">
      <w:rPr>
        <w:rFonts w:ascii="Arial" w:hAnsi="Arial"/>
        <w:sz w:val="16"/>
        <w:szCs w:val="16"/>
      </w:rPr>
      <w:sym w:font="Symbol" w:char="F0D3"/>
    </w:r>
    <w:r w:rsidRPr="0056156A">
      <w:rPr>
        <w:rFonts w:ascii="Arial" w:hAnsi="Arial"/>
        <w:sz w:val="16"/>
      </w:rPr>
      <w:t xml:space="preserve"> Elementary Mathematics Office • Howard County Pub</w:t>
    </w:r>
    <w:r>
      <w:rPr>
        <w:rFonts w:ascii="Arial" w:hAnsi="Arial"/>
        <w:sz w:val="16"/>
      </w:rPr>
      <w:t xml:space="preserve">lic School System • 2013-2014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B0" w:rsidRDefault="005A7C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CB0" w:rsidRDefault="005A7CB0" w:rsidP="004C6D70">
      <w:r>
        <w:separator/>
      </w:r>
    </w:p>
  </w:footnote>
  <w:footnote w:type="continuationSeparator" w:id="0">
    <w:p w:rsidR="005A7CB0" w:rsidRDefault="005A7CB0" w:rsidP="004C6D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B0" w:rsidRDefault="005A7C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B0" w:rsidRDefault="005A7CB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B0" w:rsidRDefault="005A7C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38F8"/>
    <w:rsid w:val="00000812"/>
    <w:rsid w:val="00045F81"/>
    <w:rsid w:val="001E660B"/>
    <w:rsid w:val="002516BE"/>
    <w:rsid w:val="00256D7F"/>
    <w:rsid w:val="00295C31"/>
    <w:rsid w:val="004238F8"/>
    <w:rsid w:val="004C6D70"/>
    <w:rsid w:val="005473E7"/>
    <w:rsid w:val="0056156A"/>
    <w:rsid w:val="005A7CB0"/>
    <w:rsid w:val="006A589B"/>
    <w:rsid w:val="00734482"/>
    <w:rsid w:val="007D49F5"/>
    <w:rsid w:val="008975F7"/>
    <w:rsid w:val="00963A96"/>
    <w:rsid w:val="00964EBA"/>
    <w:rsid w:val="009A2F2C"/>
    <w:rsid w:val="009A3CDB"/>
    <w:rsid w:val="009A4931"/>
    <w:rsid w:val="00A8289E"/>
    <w:rsid w:val="00AB4214"/>
    <w:rsid w:val="00AE4052"/>
    <w:rsid w:val="00B47714"/>
    <w:rsid w:val="00B53025"/>
    <w:rsid w:val="00C16FCA"/>
    <w:rsid w:val="00CC68B7"/>
    <w:rsid w:val="00CD1D1D"/>
    <w:rsid w:val="00E23395"/>
    <w:rsid w:val="00F660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38F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56156A"/>
    <w:pPr>
      <w:tabs>
        <w:tab w:val="center" w:pos="4320"/>
        <w:tab w:val="right" w:pos="8640"/>
      </w:tabs>
    </w:pPr>
  </w:style>
  <w:style w:type="character" w:customStyle="1" w:styleId="HeaderChar">
    <w:name w:val="Header Char"/>
    <w:basedOn w:val="DefaultParagraphFont"/>
    <w:link w:val="Header"/>
    <w:uiPriority w:val="99"/>
    <w:locked/>
    <w:rsid w:val="0056156A"/>
    <w:rPr>
      <w:rFonts w:cs="Times New Roman"/>
    </w:rPr>
  </w:style>
  <w:style w:type="paragraph" w:styleId="Footer">
    <w:name w:val="footer"/>
    <w:basedOn w:val="Normal"/>
    <w:link w:val="FooterChar"/>
    <w:uiPriority w:val="99"/>
    <w:rsid w:val="0056156A"/>
    <w:pPr>
      <w:tabs>
        <w:tab w:val="center" w:pos="4320"/>
        <w:tab w:val="right" w:pos="8640"/>
      </w:tabs>
    </w:pPr>
  </w:style>
  <w:style w:type="character" w:customStyle="1" w:styleId="FooterChar">
    <w:name w:val="Footer Char"/>
    <w:basedOn w:val="DefaultParagraphFont"/>
    <w:link w:val="Footer"/>
    <w:uiPriority w:val="99"/>
    <w:locked/>
    <w:rsid w:val="0056156A"/>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362</Words>
  <Characters>2065</Characters>
  <Application>Microsoft Office Outlook</Application>
  <DocSecurity>0</DocSecurity>
  <Lines>0</Lines>
  <Paragraphs>0</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John  SanGiovanni</dc:creator>
  <cp:keywords/>
  <dc:description/>
  <cp:lastModifiedBy>MVMMS</cp:lastModifiedBy>
  <cp:revision>2</cp:revision>
  <dcterms:created xsi:type="dcterms:W3CDTF">2014-07-10T19:28:00Z</dcterms:created>
  <dcterms:modified xsi:type="dcterms:W3CDTF">2014-07-10T19:28:00Z</dcterms:modified>
</cp:coreProperties>
</file>